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C9A55" w14:textId="3E4F8DD2" w:rsidR="009F392E" w:rsidRDefault="00001148" w:rsidP="00F0533E">
      <w:pPr>
        <w:rPr>
          <w:noProof/>
        </w:rPr>
      </w:pPr>
      <w:r>
        <w:rPr>
          <w:rFonts w:asciiTheme="majorHAnsi" w:eastAsia="Times New Roman" w:hAnsiTheme="majorHAnsi" w:cs="Times New Roman"/>
          <w:lang w:eastAsia="cs-CZ"/>
        </w:rPr>
        <w:t>Příloha č</w:t>
      </w:r>
      <w:r w:rsidRPr="00001148">
        <w:rPr>
          <w:rFonts w:asciiTheme="majorHAnsi" w:eastAsia="Times New Roman" w:hAnsiTheme="majorHAnsi" w:cs="Times New Roman"/>
          <w:lang w:eastAsia="cs-CZ"/>
        </w:rPr>
        <w:t>.</w:t>
      </w:r>
      <w:r w:rsidR="0060745D" w:rsidRPr="00001148">
        <w:rPr>
          <w:noProof/>
        </w:rPr>
        <w:t xml:space="preserve"> </w:t>
      </w:r>
      <w:r w:rsidR="00F95762">
        <w:rPr>
          <w:noProof/>
        </w:rPr>
        <w:t>7 Smlouvy</w:t>
      </w:r>
      <w:r w:rsidR="00B85B4C" w:rsidRPr="00001148">
        <w:rPr>
          <w:noProof/>
        </w:rPr>
        <w:t xml:space="preserve"> </w:t>
      </w:r>
    </w:p>
    <w:p w14:paraId="66999AB3" w14:textId="77777777" w:rsidR="00B85B4C" w:rsidRPr="00F656D9" w:rsidRDefault="00B85B4C" w:rsidP="00D92F0A">
      <w:pPr>
        <w:pStyle w:val="Nadpis1"/>
        <w:rPr>
          <w:noProof/>
          <w:color w:val="FF5200"/>
          <w:sz w:val="36"/>
        </w:rPr>
      </w:pPr>
      <w:r w:rsidRPr="00F656D9">
        <w:rPr>
          <w:noProof/>
          <w:color w:val="FF5200"/>
          <w:sz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1378DD7B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77777777" w:rsidR="00B85B4C" w:rsidRPr="00D92F0A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4AC9EC1D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 xml:space="preserve">Činnosti prováděné členem </w:t>
            </w:r>
            <w:r w:rsidR="00F95762">
              <w:rPr>
                <w:rStyle w:val="Siln"/>
              </w:rPr>
              <w:t>r</w:t>
            </w:r>
            <w:r w:rsidRPr="00D92F0A">
              <w:rPr>
                <w:rStyle w:val="Siln"/>
              </w:rPr>
              <w:t>ealizačního týmu</w:t>
            </w:r>
            <w:r w:rsidR="00F95762">
              <w:rPr>
                <w:rStyle w:val="Siln"/>
              </w:rPr>
              <w:t xml:space="preserve"> (zejména)</w:t>
            </w:r>
          </w:p>
        </w:tc>
      </w:tr>
      <w:tr w:rsidR="00B85B4C" w:rsidRPr="00FD23CD" w14:paraId="017E30C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0E6" w14:textId="2625108F" w:rsidR="00B85B4C" w:rsidRPr="00F95762" w:rsidRDefault="00F95762" w:rsidP="00FD3174">
            <w:pPr>
              <w:rPr>
                <w:lang w:eastAsia="cs-CZ"/>
              </w:rPr>
            </w:pPr>
            <w:r w:rsidRPr="00F95762">
              <w:rPr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86B4A0B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7046FA0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03B089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3C677C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0FEDFA2B" w14:textId="4AF0DD71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F42D" w14:textId="20293CE6" w:rsidR="00154E43" w:rsidRPr="00F95762" w:rsidRDefault="00C43B66" w:rsidP="00F957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Řídí a koordinuje projekt ze strany Dodavatele a Objednatele. Vede dokumentaci k projektu a řídí a svolává jednotlivá jednání a schůzky.</w:t>
            </w:r>
          </w:p>
        </w:tc>
      </w:tr>
      <w:tr w:rsidR="00B85B4C" w:rsidRPr="00FD23CD" w14:paraId="68007B43" w14:textId="77777777" w:rsidTr="00BA5176">
        <w:trPr>
          <w:trHeight w:val="2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70E17949" w:rsidR="00B85B4C" w:rsidRPr="00F95762" w:rsidRDefault="00F95762" w:rsidP="00FD3174">
            <w:pPr>
              <w:rPr>
                <w:lang w:eastAsia="cs-CZ"/>
              </w:rPr>
            </w:pPr>
            <w:r w:rsidRPr="00F95762">
              <w:t>Business analytik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2F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62EA552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52D2AE03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776A7CEE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4B47C07A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AAFF8A4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9C4" w14:textId="7C0394FC" w:rsidR="00B767B8" w:rsidRPr="00123097" w:rsidRDefault="00C43B66" w:rsidP="00F9576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Analyzuje požadavky metodických, odborných útvarů a vytváří Business analýzu v souladu požadavky Objednatele.</w:t>
            </w:r>
          </w:p>
        </w:tc>
      </w:tr>
      <w:tr w:rsidR="00154E43" w:rsidRPr="00FD23CD" w14:paraId="6D122F41" w14:textId="77777777" w:rsidTr="00F95762">
        <w:trPr>
          <w:trHeight w:val="27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AB4E" w14:textId="1A54BB6D" w:rsidR="00154E43" w:rsidRPr="00F95762" w:rsidRDefault="00F95762" w:rsidP="00154E43">
            <w:pPr>
              <w:rPr>
                <w:lang w:eastAsia="cs-CZ"/>
              </w:rPr>
            </w:pPr>
            <w:r w:rsidRPr="00F95762">
              <w:rPr>
                <w:lang w:eastAsia="cs-CZ"/>
              </w:rPr>
              <w:t>Aplikační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3BE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234142C9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9ABECCB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3A7DE11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AT" w:eastAsia="cs-CZ"/>
              </w:rPr>
            </w:pPr>
            <w:r w:rsidRPr="000E5CAE">
              <w:rPr>
                <w:b/>
                <w:color w:val="000000"/>
              </w:rPr>
              <w:t xml:space="preserve"> </w:t>
            </w: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09FF2678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C73797A" w14:textId="77777777" w:rsidR="00154E43" w:rsidRPr="000E5CAE" w:rsidRDefault="00154E43" w:rsidP="00154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F36C" w14:textId="395F3364" w:rsidR="00154E43" w:rsidRPr="00123097" w:rsidRDefault="00C43B66" w:rsidP="00F656D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lang w:eastAsia="cs-CZ"/>
              </w:rPr>
              <w:t>Analyzuje požadavky odborných útvarů</w:t>
            </w:r>
            <w:r w:rsidR="0063369E">
              <w:rPr>
                <w:lang w:eastAsia="cs-CZ"/>
              </w:rPr>
              <w:t xml:space="preserve">, </w:t>
            </w:r>
            <w:r>
              <w:rPr>
                <w:lang w:eastAsia="cs-CZ"/>
              </w:rPr>
              <w:t>správců IT na SŽT a vytváří Business a</w:t>
            </w:r>
            <w:r w:rsidR="00F656D9">
              <w:rPr>
                <w:lang w:eastAsia="cs-CZ"/>
              </w:rPr>
              <w:t xml:space="preserve">nalýzu v souladu s technickými </w:t>
            </w:r>
            <w:r>
              <w:rPr>
                <w:lang w:eastAsia="cs-CZ"/>
              </w:rPr>
              <w:t>požadavky Objednatele.</w:t>
            </w:r>
          </w:p>
        </w:tc>
      </w:tr>
    </w:tbl>
    <w:p w14:paraId="6DABB337" w14:textId="77777777" w:rsidR="00B85B4C" w:rsidRP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BD6C2" w14:textId="77777777" w:rsidR="00BE5324" w:rsidRDefault="00BE5324" w:rsidP="00962258">
      <w:pPr>
        <w:spacing w:after="0" w:line="240" w:lineRule="auto"/>
      </w:pPr>
      <w:r>
        <w:separator/>
      </w:r>
    </w:p>
  </w:endnote>
  <w:endnote w:type="continuationSeparator" w:id="0">
    <w:p w14:paraId="3B596761" w14:textId="77777777" w:rsidR="00BE5324" w:rsidRDefault="00BE53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8CBA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F8D7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3D5A76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6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D92F0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D92F0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E56FC3" w14:textId="77777777" w:rsidR="00F1715C" w:rsidRDefault="00F1715C" w:rsidP="00D92F0A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D92F0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D92F0A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E374A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C330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360B8" w14:textId="77777777" w:rsidR="00BE5324" w:rsidRDefault="00BE5324" w:rsidP="00962258">
      <w:pPr>
        <w:spacing w:after="0" w:line="240" w:lineRule="auto"/>
      </w:pPr>
      <w:r>
        <w:separator/>
      </w:r>
    </w:p>
  </w:footnote>
  <w:footnote w:type="continuationSeparator" w:id="0">
    <w:p w14:paraId="0687D1D7" w14:textId="77777777" w:rsidR="00BE5324" w:rsidRDefault="00BE53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DF27DD1"/>
    <w:multiLevelType w:val="hybridMultilevel"/>
    <w:tmpl w:val="311A242C"/>
    <w:lvl w:ilvl="0" w:tplc="48207036">
      <w:numFmt w:val="bullet"/>
      <w:lvlText w:val="-"/>
      <w:lvlJc w:val="left"/>
      <w:pPr>
        <w:ind w:left="4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01148"/>
    <w:rsid w:val="00040684"/>
    <w:rsid w:val="00072C1E"/>
    <w:rsid w:val="000E23A7"/>
    <w:rsid w:val="0010693F"/>
    <w:rsid w:val="00114472"/>
    <w:rsid w:val="00123097"/>
    <w:rsid w:val="00154E43"/>
    <w:rsid w:val="001550BC"/>
    <w:rsid w:val="001605B9"/>
    <w:rsid w:val="00170EC5"/>
    <w:rsid w:val="001747C1"/>
    <w:rsid w:val="00184743"/>
    <w:rsid w:val="001B647E"/>
    <w:rsid w:val="00207DF5"/>
    <w:rsid w:val="00280E07"/>
    <w:rsid w:val="002C31BF"/>
    <w:rsid w:val="002D08B1"/>
    <w:rsid w:val="002E0CD7"/>
    <w:rsid w:val="00341DCF"/>
    <w:rsid w:val="00357BC6"/>
    <w:rsid w:val="003956C6"/>
    <w:rsid w:val="003A25EE"/>
    <w:rsid w:val="003B05F8"/>
    <w:rsid w:val="003E1056"/>
    <w:rsid w:val="003E1875"/>
    <w:rsid w:val="00441430"/>
    <w:rsid w:val="00450F07"/>
    <w:rsid w:val="00453CD3"/>
    <w:rsid w:val="00460660"/>
    <w:rsid w:val="00460B4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F7D"/>
    <w:rsid w:val="0060745D"/>
    <w:rsid w:val="0061068E"/>
    <w:rsid w:val="0063369E"/>
    <w:rsid w:val="00660AD3"/>
    <w:rsid w:val="00677B7F"/>
    <w:rsid w:val="006A5570"/>
    <w:rsid w:val="006A689C"/>
    <w:rsid w:val="006B3D79"/>
    <w:rsid w:val="006D7AFE"/>
    <w:rsid w:val="006E0578"/>
    <w:rsid w:val="006E314D"/>
    <w:rsid w:val="007003BE"/>
    <w:rsid w:val="00700884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7FC8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6A67"/>
    <w:rsid w:val="009F392E"/>
    <w:rsid w:val="00A6177B"/>
    <w:rsid w:val="00A66136"/>
    <w:rsid w:val="00AA4CBB"/>
    <w:rsid w:val="00AA65FA"/>
    <w:rsid w:val="00AA7351"/>
    <w:rsid w:val="00AB1B14"/>
    <w:rsid w:val="00AB37E8"/>
    <w:rsid w:val="00AD056F"/>
    <w:rsid w:val="00AD6731"/>
    <w:rsid w:val="00AE41F1"/>
    <w:rsid w:val="00B04E55"/>
    <w:rsid w:val="00B15D0D"/>
    <w:rsid w:val="00B75EE1"/>
    <w:rsid w:val="00B767B8"/>
    <w:rsid w:val="00B77481"/>
    <w:rsid w:val="00B8518B"/>
    <w:rsid w:val="00B85B4C"/>
    <w:rsid w:val="00BA5176"/>
    <w:rsid w:val="00BD7E91"/>
    <w:rsid w:val="00BE5324"/>
    <w:rsid w:val="00C02D0A"/>
    <w:rsid w:val="00C03A6E"/>
    <w:rsid w:val="00C321A6"/>
    <w:rsid w:val="00C43B66"/>
    <w:rsid w:val="00C44F6A"/>
    <w:rsid w:val="00C47AE3"/>
    <w:rsid w:val="00CB1E55"/>
    <w:rsid w:val="00CD1FC4"/>
    <w:rsid w:val="00CD6CC6"/>
    <w:rsid w:val="00D21061"/>
    <w:rsid w:val="00D4108E"/>
    <w:rsid w:val="00D6163D"/>
    <w:rsid w:val="00D73D46"/>
    <w:rsid w:val="00D831A3"/>
    <w:rsid w:val="00D92F0A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6D9"/>
    <w:rsid w:val="00F659EB"/>
    <w:rsid w:val="00F86BA6"/>
    <w:rsid w:val="00F95762"/>
    <w:rsid w:val="00FC6389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317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B05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05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05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5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9DCED9-8C73-4407-B58B-63695E943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3B6CF8-3903-4E3E-90DF-06460A8B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2024-10-07T11:38:00Z</dcterms:created>
  <dcterms:modified xsi:type="dcterms:W3CDTF">2024-10-14T07:31:00Z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